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2516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Default="0052516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5C4F7E" w:rsidRDefault="005C4F7E" w:rsidP="00BC04C5">
      <w:pPr>
        <w:pStyle w:val="Zhlav"/>
        <w:jc w:val="center"/>
        <w:rPr>
          <w:rFonts w:ascii="Arial" w:hAnsi="Arial" w:cs="Arial"/>
          <w:b/>
        </w:rPr>
      </w:pPr>
    </w:p>
    <w:p w:rsidR="005C4F7E" w:rsidRPr="002D1A2C" w:rsidRDefault="005C4F7E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významných dodávek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A578B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2516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VZ34_2023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Obnova zálohovacího systému</w:t>
            </w:r>
          </w:p>
        </w:tc>
      </w:tr>
      <w:tr w:rsidR="00A578B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A578BC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2516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A578B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2516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A578B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2516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A578B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2516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A578B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2516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578B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2516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2516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52516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0614A2" w:rsidRDefault="000614A2" w:rsidP="005C4F7E">
      <w:pPr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52516B" w:rsidP="005C4F7E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42D8C">
        <w:rPr>
          <w:rFonts w:ascii="Arial" w:hAnsi="Arial" w:cs="Arial"/>
          <w:sz w:val="20"/>
          <w:szCs w:val="20"/>
        </w:rPr>
        <w:t xml:space="preserve">splňuje </w:t>
      </w:r>
      <w:r w:rsidRPr="00A42D8C">
        <w:rPr>
          <w:rFonts w:ascii="Arial" w:hAnsi="Arial" w:cs="Arial"/>
          <w:b/>
          <w:sz w:val="20"/>
          <w:szCs w:val="20"/>
        </w:rPr>
        <w:t>technick</w:t>
      </w:r>
      <w:r w:rsidR="008D7673" w:rsidRPr="00A42D8C">
        <w:rPr>
          <w:rFonts w:ascii="Arial" w:hAnsi="Arial" w:cs="Arial"/>
          <w:b/>
          <w:sz w:val="20"/>
          <w:szCs w:val="20"/>
        </w:rPr>
        <w:t>ou</w:t>
      </w:r>
      <w:r w:rsidRPr="00A42D8C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A42D8C">
        <w:rPr>
          <w:rFonts w:ascii="Arial" w:hAnsi="Arial" w:cs="Arial"/>
          <w:b/>
          <w:sz w:val="20"/>
          <w:szCs w:val="20"/>
        </w:rPr>
        <w:t>ci</w:t>
      </w:r>
      <w:r w:rsidRPr="00A42D8C">
        <w:rPr>
          <w:rFonts w:ascii="Arial" w:hAnsi="Arial" w:cs="Arial"/>
          <w:sz w:val="20"/>
          <w:szCs w:val="20"/>
        </w:rPr>
        <w:t xml:space="preserve"> </w:t>
      </w:r>
      <w:r w:rsidR="008D7673" w:rsidRPr="00A42D8C">
        <w:rPr>
          <w:rFonts w:ascii="Arial" w:hAnsi="Arial" w:cs="Arial"/>
          <w:sz w:val="20"/>
          <w:szCs w:val="20"/>
        </w:rPr>
        <w:t>v</w:t>
      </w:r>
      <w:r w:rsidR="00657AF1" w:rsidRPr="00A42D8C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A42D8C">
        <w:rPr>
          <w:rFonts w:ascii="Arial" w:hAnsi="Arial" w:cs="Arial"/>
          <w:sz w:val="20"/>
          <w:szCs w:val="20"/>
        </w:rPr>
        <w:t xml:space="preserve"> zadávací dokumentaci v </w:t>
      </w:r>
      <w:r w:rsidR="00A42D8C">
        <w:rPr>
          <w:rFonts w:ascii="Arial" w:hAnsi="Arial" w:cs="Arial"/>
          <w:sz w:val="20"/>
          <w:szCs w:val="20"/>
        </w:rPr>
        <w:t>části B. Kvalifikace v čl. III</w:t>
      </w:r>
      <w:r w:rsidR="00657AF1" w:rsidRPr="00A42D8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A42D8C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A42D8C">
        <w:rPr>
          <w:rFonts w:ascii="Arial" w:hAnsi="Arial" w:cs="Arial"/>
          <w:sz w:val="20"/>
          <w:szCs w:val="20"/>
        </w:rPr>
        <w:t xml:space="preserve"> kvalifikace § 79 </w:t>
      </w:r>
      <w:r w:rsidR="00A004B7" w:rsidRPr="00A42D8C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A42D8C">
        <w:rPr>
          <w:rFonts w:ascii="Arial" w:hAnsi="Arial" w:cs="Arial"/>
          <w:sz w:val="20"/>
          <w:szCs w:val="20"/>
        </w:rPr>
        <w:t xml:space="preserve">, a v rámci </w:t>
      </w:r>
      <w:r w:rsidR="00657AF1" w:rsidRPr="00A42D8C">
        <w:rPr>
          <w:rFonts w:ascii="Arial" w:hAnsi="Arial" w:cs="Arial"/>
          <w:sz w:val="20"/>
          <w:szCs w:val="20"/>
        </w:rPr>
        <w:t>od</w:t>
      </w:r>
      <w:r w:rsidR="00A42D8C">
        <w:rPr>
          <w:rFonts w:ascii="Arial" w:hAnsi="Arial" w:cs="Arial"/>
          <w:sz w:val="20"/>
          <w:szCs w:val="20"/>
        </w:rPr>
        <w:t xml:space="preserve">st. 1 Seznam významných dodávek </w:t>
      </w:r>
      <w:r w:rsidR="00B63984" w:rsidRPr="00A42D8C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A42D8C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A42D8C">
        <w:rPr>
          <w:rFonts w:ascii="Arial" w:hAnsi="Arial" w:cs="Arial"/>
          <w:sz w:val="20"/>
          <w:szCs w:val="20"/>
        </w:rPr>
        <w:t>realizovaných</w:t>
      </w:r>
      <w:r w:rsidRPr="00A42D8C">
        <w:rPr>
          <w:rFonts w:ascii="Arial" w:hAnsi="Arial" w:cs="Arial"/>
          <w:sz w:val="20"/>
          <w:szCs w:val="20"/>
        </w:rPr>
        <w:t xml:space="preserve"> za </w:t>
      </w:r>
      <w:r w:rsidR="00657AF1" w:rsidRPr="00A42D8C">
        <w:rPr>
          <w:rFonts w:ascii="Arial" w:hAnsi="Arial" w:cs="Arial"/>
          <w:sz w:val="20"/>
          <w:szCs w:val="20"/>
        </w:rPr>
        <w:t>poslední</w:t>
      </w:r>
      <w:r w:rsidRPr="00A42D8C">
        <w:rPr>
          <w:rFonts w:ascii="Arial" w:hAnsi="Arial" w:cs="Arial"/>
          <w:sz w:val="20"/>
          <w:szCs w:val="20"/>
        </w:rPr>
        <w:t xml:space="preserve"> </w:t>
      </w:r>
      <w:r w:rsidR="00A42D8C">
        <w:rPr>
          <w:rFonts w:ascii="Arial" w:hAnsi="Arial" w:cs="Arial"/>
          <w:sz w:val="20"/>
          <w:szCs w:val="20"/>
        </w:rPr>
        <w:t>3</w:t>
      </w:r>
      <w:r w:rsidR="00593E12" w:rsidRPr="00A42D8C">
        <w:rPr>
          <w:rFonts w:ascii="Arial" w:hAnsi="Arial" w:cs="Arial"/>
          <w:sz w:val="20"/>
          <w:szCs w:val="20"/>
        </w:rPr>
        <w:t xml:space="preserve"> rok</w:t>
      </w:r>
      <w:r w:rsidR="00AB2A63" w:rsidRPr="00A42D8C">
        <w:rPr>
          <w:rFonts w:ascii="Arial" w:hAnsi="Arial" w:cs="Arial"/>
          <w:sz w:val="20"/>
          <w:szCs w:val="20"/>
        </w:rPr>
        <w:t>y</w:t>
      </w:r>
      <w:r w:rsidRPr="00A42D8C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A42D8C">
        <w:rPr>
          <w:rFonts w:ascii="Arial" w:hAnsi="Arial" w:cs="Arial"/>
          <w:sz w:val="20"/>
          <w:szCs w:val="20"/>
        </w:rPr>
        <w:t xml:space="preserve"> včetně uvedení </w:t>
      </w:r>
      <w:r w:rsidR="00B63984" w:rsidRPr="00A42D8C">
        <w:rPr>
          <w:rFonts w:ascii="Arial" w:hAnsi="Arial" w:cs="Arial"/>
          <w:sz w:val="20"/>
          <w:szCs w:val="20"/>
        </w:rPr>
        <w:t>finančního objemu</w:t>
      </w:r>
      <w:r w:rsidR="00593E12" w:rsidRPr="00A42D8C">
        <w:rPr>
          <w:rFonts w:ascii="Arial" w:hAnsi="Arial" w:cs="Arial"/>
          <w:sz w:val="20"/>
          <w:szCs w:val="20"/>
        </w:rPr>
        <w:t>, doby jejich poskytnutí</w:t>
      </w:r>
      <w:r w:rsidR="00B63984" w:rsidRPr="00A42D8C">
        <w:rPr>
          <w:rFonts w:ascii="Arial" w:hAnsi="Arial" w:cs="Arial"/>
          <w:sz w:val="20"/>
          <w:szCs w:val="20"/>
        </w:rPr>
        <w:t>, rozsahu</w:t>
      </w:r>
      <w:r w:rsidR="00593E12" w:rsidRPr="00A42D8C">
        <w:rPr>
          <w:rFonts w:ascii="Arial" w:hAnsi="Arial" w:cs="Arial"/>
          <w:sz w:val="20"/>
          <w:szCs w:val="20"/>
        </w:rPr>
        <w:t xml:space="preserve"> a identifikaci </w:t>
      </w:r>
      <w:r w:rsidR="00D64302" w:rsidRPr="00A42D8C">
        <w:rPr>
          <w:rFonts w:ascii="Arial" w:hAnsi="Arial" w:cs="Arial"/>
          <w:sz w:val="20"/>
          <w:szCs w:val="20"/>
        </w:rPr>
        <w:t>kupujícího</w:t>
      </w:r>
      <w:r w:rsidR="00593E12" w:rsidRPr="00A42D8C">
        <w:rPr>
          <w:rFonts w:ascii="Arial" w:hAnsi="Arial" w:cs="Arial"/>
          <w:sz w:val="20"/>
          <w:szCs w:val="20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0614A2" w:rsidRDefault="000614A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2516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578BC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516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C5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516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516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516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516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2516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578B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C545B7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578B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516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516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2516B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7CB" w:rsidRDefault="001157CB">
      <w:r>
        <w:separator/>
      </w:r>
    </w:p>
  </w:endnote>
  <w:endnote w:type="continuationSeparator" w:id="0">
    <w:p w:rsidR="001157CB" w:rsidRDefault="0011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2516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7CB" w:rsidRDefault="001157CB">
      <w:r>
        <w:separator/>
      </w:r>
    </w:p>
  </w:footnote>
  <w:footnote w:type="continuationSeparator" w:id="0">
    <w:p w:rsidR="001157CB" w:rsidRDefault="00115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2516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B72ECCF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C08E1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8E2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9C0F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C083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76B8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EE5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ACE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A24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8B481A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185F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60E2A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95AFD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098C9B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598F0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1EAD0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A7431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426EA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C1237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5CC1F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6B4E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9C96E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44265D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C2AACC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8EC6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0CBE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B16F31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44E49D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3FE440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D92740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678098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8A6AD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71ABAA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020465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7E81F5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780098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4C46BC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690907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E682AF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DEA442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FE4B12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30C22D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490330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ED83E7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86A4D8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FFBEC46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038D6A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0CE25E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6E0AB8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27CFBA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A0E79D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DB8301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7844A4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33E542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3DED95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877C3D5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2EE0AB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020A79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A42154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74A2E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822E9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8A47FD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494EA5C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3CE6C8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782AC8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3FA15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49214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ADAD5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D20D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006A6D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AE4B0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7167C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50342C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F256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3ACF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A909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243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B839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14B0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6407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9042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FA49E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AB6C53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A80E5E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AB851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546D9E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FFCB09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3B0097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3F4525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AD0DC6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D18CF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EEE60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241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321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6085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C2F2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6AC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1489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807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B85C537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2708FB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88C3D0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E98603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246E28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D8A624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A1E897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6DB2CE8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B10ACF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2F613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C0050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BD486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33C65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DEC3E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6402C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0783D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E1A43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F383D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4C06B9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D264F7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59E864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1FEE01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14EE0B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0C847C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1446C7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540AB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4FEF8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98A9F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340E9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5663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D6C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58F2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2EC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BCA2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6E6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5E4A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22E9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5876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E1E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56C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F87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AE3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A06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782B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CCB4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63AEB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D6A9BD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C52A83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86DA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E4E4D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1B6DA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256AC9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C58175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90C0B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C15434B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C924FE4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C02E280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D3AD8F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E4DA2F7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1F47C3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4A7874A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3882F9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B48644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2A401CB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9766C5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E888F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45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6AB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726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A870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54DC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96EC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C10C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583D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C410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41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E69A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34E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612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221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FC16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3020A7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C285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E62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C0F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9CD5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121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9C94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89E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FE64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144E7B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7AA27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FADA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AF0D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0447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F270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2EE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F2A9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FC4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298F4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0985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688A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19E44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F075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08F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364E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C2C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A0AF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4B8C0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31C8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4863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44F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EE2F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F637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C76E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88A2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ECC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5B46E8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F163B1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6E4CD62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3E2C83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CD62CF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7507F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25ED3C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AD2E0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3BB28D3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1EBA4D2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46673F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F6E2C8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A0C6A4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9B0949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C8050A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FD0F77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27AF09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BA6267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9282318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74E4CBF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0882CF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876E12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E6A3C3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880B10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F8785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8876A6E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046159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33014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C69F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5230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AA3D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6E71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AE27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B8C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66F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7452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14A2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57C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2516B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4F7E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2D8C"/>
    <w:rsid w:val="00A463F8"/>
    <w:rsid w:val="00A530D7"/>
    <w:rsid w:val="00A54F0E"/>
    <w:rsid w:val="00A578BC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545B7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3983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AC70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2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8</cp:revision>
  <cp:lastPrinted>2018-04-18T10:56:00Z</cp:lastPrinted>
  <dcterms:created xsi:type="dcterms:W3CDTF">2019-06-04T09:28:00Z</dcterms:created>
  <dcterms:modified xsi:type="dcterms:W3CDTF">2023-11-07T12:00:00Z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